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E31420" w:rsidP="00E31420">
      <w:pPr>
        <w:pStyle w:val="Titel"/>
      </w:pPr>
      <w:r>
        <w:t xml:space="preserve">Komma und Infinitivgruppen – Übung </w:t>
      </w:r>
    </w:p>
    <w:p w:rsidR="00E31420" w:rsidRPr="00E31420" w:rsidRDefault="00E31420" w:rsidP="00E31420">
      <w:pPr>
        <w:pStyle w:val="Textkrper"/>
        <w:spacing w:line="276" w:lineRule="auto"/>
        <w:rPr>
          <w:sz w:val="28"/>
          <w:szCs w:val="28"/>
        </w:rPr>
      </w:pPr>
      <w:r w:rsidRPr="00E31420">
        <w:rPr>
          <w:rStyle w:val="Fett"/>
          <w:sz w:val="28"/>
          <w:szCs w:val="28"/>
        </w:rPr>
        <w:t>Aufgabe</w:t>
      </w:r>
      <w:r w:rsidRPr="00E31420">
        <w:rPr>
          <w:sz w:val="28"/>
          <w:szCs w:val="28"/>
        </w:rPr>
        <w:t>: Verbinden Sie die Sätze mit Hilfe einer Infinitivgruppe. Die Klammer gibt die Auslöser vor. Denken Sie daran, Kommas an der richtigen Stelle zu setzen. Schreiben Sie auf Ihrem eigenen Block.</w:t>
      </w:r>
    </w:p>
    <w:p w:rsidR="00E31420" w:rsidRPr="00E31420" w:rsidRDefault="00E31420" w:rsidP="00E31420">
      <w:pPr>
        <w:pStyle w:val="Textkrper"/>
        <w:spacing w:line="276" w:lineRule="auto"/>
        <w:rPr>
          <w:sz w:val="32"/>
          <w:szCs w:val="32"/>
        </w:rPr>
      </w:pP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Im Winter haben viele Leute Spaß. Sie schauen Skirennen an und bestaunen die Leistungen der Athleten.  (daran ….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Die Betreiber von Skipisten arbeiten mit Kunstschnee. Sie müs</w:t>
      </w:r>
      <w:r w:rsidRPr="00E31420">
        <w:rPr>
          <w:sz w:val="32"/>
          <w:szCs w:val="32"/>
        </w:rPr>
        <w:t>s</w:t>
      </w:r>
      <w:r w:rsidRPr="00E31420">
        <w:rPr>
          <w:sz w:val="32"/>
          <w:szCs w:val="32"/>
        </w:rPr>
        <w:t>ten bei fehlendem Schnee das Rennen absagen. (anstatt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Es werden Schneekanonen eingesetzt. Man will diesen künstl</w:t>
      </w:r>
      <w:r w:rsidRPr="00E31420">
        <w:rPr>
          <w:sz w:val="32"/>
          <w:szCs w:val="32"/>
        </w:rPr>
        <w:t>i</w:t>
      </w:r>
      <w:r w:rsidRPr="00E31420">
        <w:rPr>
          <w:sz w:val="32"/>
          <w:szCs w:val="32"/>
        </w:rPr>
        <w:t>chen Schnee auf die Abfahrtsstrecke rieseln lassen. (um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Ein Ventilator wird benötigt. Er bläst Luft mit hoher Geschwindi</w:t>
      </w:r>
      <w:r w:rsidRPr="00E31420">
        <w:rPr>
          <w:sz w:val="32"/>
          <w:szCs w:val="32"/>
        </w:rPr>
        <w:t>g</w:t>
      </w:r>
      <w:r w:rsidRPr="00E31420">
        <w:rPr>
          <w:sz w:val="32"/>
          <w:szCs w:val="32"/>
        </w:rPr>
        <w:t>keit durch die Schneekanonen. (um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Viele Düsen helfen. Das Wasser wird in den Luftstrom gesprüht. (dabei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In kalter Luft gefriert das Wasser zu Eiskristallen. Diese fallen dann als Schnee zu Boden. (um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Aber vielleicht hat man mehr Freude, wenn man auf Schnee fährt, der vom Himmel gefallen ist? (daran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Oder hat</w:t>
      </w:r>
      <w:r w:rsidR="00081336" w:rsidRPr="00081336">
        <w:rPr>
          <w:sz w:val="32"/>
          <w:szCs w:val="32"/>
        </w:rPr>
        <w:t xml:space="preserve"> </w:t>
      </w:r>
      <w:r w:rsidR="00081336" w:rsidRPr="00E31420">
        <w:rPr>
          <w:sz w:val="32"/>
          <w:szCs w:val="32"/>
        </w:rPr>
        <w:t>man</w:t>
      </w:r>
      <w:r w:rsidRPr="00E31420">
        <w:rPr>
          <w:sz w:val="32"/>
          <w:szCs w:val="32"/>
        </w:rPr>
        <w:t xml:space="preserve"> Bedenken? Bedenken, wenn man Kunstschnee herstellen lässt. (Bedenken … zu)</w:t>
      </w:r>
    </w:p>
    <w:p w:rsidR="00E31420" w:rsidRPr="00E31420" w:rsidRDefault="00E31420" w:rsidP="008B4EB7">
      <w:pPr>
        <w:pStyle w:val="Textkrper"/>
        <w:numPr>
          <w:ilvl w:val="0"/>
          <w:numId w:val="25"/>
        </w:numPr>
        <w:spacing w:line="276" w:lineRule="auto"/>
        <w:rPr>
          <w:sz w:val="32"/>
          <w:szCs w:val="32"/>
        </w:rPr>
      </w:pPr>
      <w:r w:rsidRPr="00E31420">
        <w:rPr>
          <w:sz w:val="32"/>
          <w:szCs w:val="32"/>
        </w:rPr>
        <w:t>Die Skiorte verbrauchen riesige Mengen an Wasser. Sie denken nicht an die Folgen für das Ökosystem. (ohne … zu)</w:t>
      </w:r>
    </w:p>
    <w:p w:rsidR="00CD6932" w:rsidRPr="0044650F" w:rsidRDefault="00E31420" w:rsidP="008B4EB7">
      <w:pPr>
        <w:pStyle w:val="Textkrper"/>
        <w:numPr>
          <w:ilvl w:val="0"/>
          <w:numId w:val="25"/>
        </w:numPr>
        <w:spacing w:line="276" w:lineRule="auto"/>
      </w:pPr>
      <w:r w:rsidRPr="00E31420">
        <w:rPr>
          <w:sz w:val="32"/>
          <w:szCs w:val="32"/>
        </w:rPr>
        <w:t>Auch nehmen sie lieber Folgeschäden wie Bodenverdichtung in Kauf. Sie wollen nicht auf die Einnahmen durch die Touristen ve</w:t>
      </w:r>
      <w:r w:rsidRPr="00E31420">
        <w:rPr>
          <w:sz w:val="32"/>
          <w:szCs w:val="32"/>
        </w:rPr>
        <w:t>r</w:t>
      </w:r>
      <w:r w:rsidRPr="00E31420">
        <w:rPr>
          <w:sz w:val="32"/>
          <w:szCs w:val="32"/>
        </w:rPr>
        <w:t xml:space="preserve">zichten. (als … zu) </w:t>
      </w:r>
      <w:bookmarkStart w:id="0" w:name="_GoBack"/>
      <w:bookmarkEnd w:id="0"/>
    </w:p>
    <w:sectPr w:rsidR="00CD6932" w:rsidRPr="0044650F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E6" w:rsidRDefault="003F0DE6" w:rsidP="001E03DE">
      <w:r>
        <w:separator/>
      </w:r>
    </w:p>
  </w:endnote>
  <w:endnote w:type="continuationSeparator" w:id="0">
    <w:p w:rsidR="003F0DE6" w:rsidRDefault="003F0DE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3F" w:rsidRDefault="00F5123F" w:rsidP="00F5123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5123F" w:rsidTr="00065729">
      <w:tc>
        <w:tcPr>
          <w:tcW w:w="817" w:type="dxa"/>
        </w:tcPr>
        <w:p w:rsidR="00F5123F" w:rsidRDefault="00F5123F" w:rsidP="00065729">
          <w:pPr>
            <w:pStyle w:val="Fuzeile"/>
          </w:pPr>
        </w:p>
      </w:tc>
      <w:tc>
        <w:tcPr>
          <w:tcW w:w="8371" w:type="dxa"/>
        </w:tcPr>
        <w:p w:rsidR="00F5123F" w:rsidRDefault="00F5123F" w:rsidP="00065729">
          <w:pPr>
            <w:pStyle w:val="Fuzeile"/>
          </w:pPr>
        </w:p>
      </w:tc>
      <w:tc>
        <w:tcPr>
          <w:tcW w:w="666" w:type="dxa"/>
        </w:tcPr>
        <w:p w:rsidR="00F5123F" w:rsidRDefault="00F5123F" w:rsidP="00065729">
          <w:pPr>
            <w:pStyle w:val="Fuzeile"/>
          </w:pPr>
        </w:p>
      </w:tc>
    </w:tr>
    <w:tr w:rsidR="00F5123F" w:rsidTr="00065729">
      <w:tc>
        <w:tcPr>
          <w:tcW w:w="817" w:type="dxa"/>
        </w:tcPr>
        <w:p w:rsidR="00F5123F" w:rsidRDefault="00F5123F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F5123F" w:rsidRDefault="00F5123F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F5123F" w:rsidRDefault="00F5123F" w:rsidP="00065729">
          <w:pPr>
            <w:pStyle w:val="Fuzeile"/>
          </w:pPr>
        </w:p>
      </w:tc>
    </w:tr>
    <w:tr w:rsidR="00F5123F" w:rsidTr="00065729">
      <w:tc>
        <w:tcPr>
          <w:tcW w:w="817" w:type="dxa"/>
        </w:tcPr>
        <w:p w:rsidR="00F5123F" w:rsidRPr="008A6B36" w:rsidRDefault="00F5123F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F5123F" w:rsidRDefault="00180DC7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F5123F" w:rsidRDefault="00F5123F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80DC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F5123F" w:rsidRDefault="00C1176F" w:rsidP="00F5123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E6" w:rsidRDefault="003F0DE6" w:rsidP="001E03DE">
      <w:r>
        <w:separator/>
      </w:r>
    </w:p>
  </w:footnote>
  <w:footnote w:type="continuationSeparator" w:id="0">
    <w:p w:rsidR="003F0DE6" w:rsidRDefault="003F0DE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7D2AC4"/>
    <w:multiLevelType w:val="hybridMultilevel"/>
    <w:tmpl w:val="D9CC24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A4FC7"/>
    <w:multiLevelType w:val="hybridMultilevel"/>
    <w:tmpl w:val="00B0B13C"/>
    <w:lvl w:ilvl="0" w:tplc="E9B0C656">
      <w:start w:val="1"/>
      <w:numFmt w:val="decimal"/>
      <w:lvlText w:val="%1)"/>
      <w:lvlJc w:val="left"/>
      <w:pPr>
        <w:ind w:left="1068" w:hanging="708"/>
      </w:pPr>
      <w:rPr>
        <w:rFonts w:hint="default"/>
        <w:sz w:val="32"/>
        <w:szCs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5"/>
  </w:num>
  <w:num w:numId="24">
    <w:abstractNumId w:val="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20"/>
    <w:rsid w:val="00081336"/>
    <w:rsid w:val="00180DC7"/>
    <w:rsid w:val="001A2103"/>
    <w:rsid w:val="001E03DE"/>
    <w:rsid w:val="002223B8"/>
    <w:rsid w:val="00296589"/>
    <w:rsid w:val="002D5C72"/>
    <w:rsid w:val="003F0DE6"/>
    <w:rsid w:val="0043707E"/>
    <w:rsid w:val="00445B6B"/>
    <w:rsid w:val="0044650F"/>
    <w:rsid w:val="008A6B36"/>
    <w:rsid w:val="008A7911"/>
    <w:rsid w:val="008B4EB7"/>
    <w:rsid w:val="009533B3"/>
    <w:rsid w:val="009935DA"/>
    <w:rsid w:val="009C05F9"/>
    <w:rsid w:val="00A87D8B"/>
    <w:rsid w:val="00B127D0"/>
    <w:rsid w:val="00C1176F"/>
    <w:rsid w:val="00C22DA6"/>
    <w:rsid w:val="00C329C9"/>
    <w:rsid w:val="00CD6932"/>
    <w:rsid w:val="00DA114A"/>
    <w:rsid w:val="00DC7E46"/>
    <w:rsid w:val="00E15C59"/>
    <w:rsid w:val="00E31420"/>
    <w:rsid w:val="00E82045"/>
    <w:rsid w:val="00F131AC"/>
    <w:rsid w:val="00F44A67"/>
    <w:rsid w:val="00F5123F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56B3-1E02-4FD0-8BC4-11D8735C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182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6</cp:revision>
  <cp:lastPrinted>2016-11-07T13:26:00Z</cp:lastPrinted>
  <dcterms:created xsi:type="dcterms:W3CDTF">2017-11-25T13:50:00Z</dcterms:created>
  <dcterms:modified xsi:type="dcterms:W3CDTF">2018-06-28T06:14:00Z</dcterms:modified>
</cp:coreProperties>
</file>